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宋体"/>
          <w:sz w:val="30"/>
          <w:szCs w:val="30"/>
        </w:rPr>
        <w:t>附件</w:t>
      </w:r>
      <w:r>
        <w:rPr>
          <w:rFonts w:ascii="Times New Roman" w:hAnsi="Times New Roman" w:cs="Times New Roman"/>
          <w:sz w:val="30"/>
          <w:szCs w:val="30"/>
        </w:rPr>
        <w:t>4</w:t>
      </w:r>
    </w:p>
    <w:p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Times New Roman" w:cs="宋体"/>
          <w:b/>
          <w:bCs/>
          <w:sz w:val="36"/>
          <w:szCs w:val="36"/>
        </w:rPr>
        <w:t>泉州市新能源汽车推广应用地方补助受益对象确认表</w:t>
      </w:r>
    </w:p>
    <w:tbl>
      <w:tblPr>
        <w:tblStyle w:val="8"/>
        <w:tblW w:w="1357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1910"/>
        <w:gridCol w:w="1911"/>
        <w:gridCol w:w="1785"/>
        <w:gridCol w:w="2036"/>
        <w:gridCol w:w="179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0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个人消费者姓名</w:t>
            </w: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身份证号码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联系电话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0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机构消费者名称</w:t>
            </w: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组织机构代码证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联系电话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0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个人消费者住址</w:t>
            </w:r>
          </w:p>
        </w:tc>
        <w:tc>
          <w:tcPr>
            <w:tcW w:w="115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0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机构消费者地址</w:t>
            </w:r>
          </w:p>
        </w:tc>
        <w:tc>
          <w:tcPr>
            <w:tcW w:w="115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车辆生产企业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车辆商品名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车辆型号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01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hint="eastAsia" w:ascii="Times New Roman" w:hAnsi="Times New Roman" w:cs="宋体"/>
                <w:sz w:val="24"/>
                <w:szCs w:val="24"/>
              </w:rPr>
              <w:t>车辆识别代码</w:t>
            </w: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销售机构名称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址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925" w:type="dxa"/>
            <w:gridSpan w:val="2"/>
            <w:vAlign w:val="center"/>
          </w:tcPr>
          <w:p>
            <w:pPr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车辆售价（含各级补助）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国家补助金额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实际支付价格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3575" w:type="dxa"/>
            <w:gridSpan w:val="7"/>
            <w:vAlign w:val="center"/>
          </w:tcPr>
          <w:p>
            <w:pPr>
              <w:spacing w:line="560" w:lineRule="exact"/>
              <w:ind w:firstLine="31680" w:firstLineChars="200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cs="宋体"/>
                <w:b/>
                <w:bCs/>
                <w:sz w:val="30"/>
                <w:szCs w:val="30"/>
              </w:rPr>
              <w:t>销售方已向我介绍了购买新能源汽车可享受的国家和地方补助政策，我在此次购车中已享受到新能源汽车地方补助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cs="宋体"/>
                <w:b/>
                <w:bCs/>
                <w:sz w:val="30"/>
                <w:szCs w:val="30"/>
              </w:rPr>
              <w:t>万元，补助通过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 xml:space="preserve">                          </w:t>
            </w:r>
            <w:r>
              <w:rPr>
                <w:rFonts w:hint="eastAsia" w:ascii="Times New Roman" w:hAnsi="Times New Roman" w:cs="宋体"/>
                <w:b/>
                <w:bCs/>
                <w:sz w:val="30"/>
                <w:szCs w:val="30"/>
              </w:rPr>
              <w:t>方式获得。（包括从车价中扣除、领取现金补助、银行卡转账等）。我承诺：本次购买的新能源汽车资金来源非财政性资金，在本市初次登记之日起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cs="宋体"/>
                <w:b/>
                <w:bCs/>
                <w:sz w:val="30"/>
                <w:szCs w:val="30"/>
              </w:rPr>
              <w:t>年内不向市外用户转让该享受地方财政补助的新能源汽车的所有权。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个人消费者签字：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销售部门负责人签字：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机构消费者采购负责人签字：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销售机构盖章：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机构消费者盖章：</w:t>
            </w:r>
          </w:p>
          <w:p>
            <w:pPr>
              <w:spacing w:line="560" w:lineRule="exact"/>
              <w:ind w:firstLine="31680" w:firstLineChars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期：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期：</w:t>
            </w:r>
          </w:p>
        </w:tc>
      </w:tr>
    </w:tbl>
    <w:p>
      <w:pPr>
        <w:jc w:val="center"/>
        <w:rPr>
          <w:rFonts w:cs="Times New Roman"/>
          <w:sz w:val="28"/>
          <w:szCs w:val="28"/>
        </w:rPr>
      </w:pPr>
      <w:r>
        <w:rPr>
          <w:sz w:val="28"/>
          <w:szCs w:val="28"/>
        </w:rPr>
        <w:t>-17-</w:t>
      </w:r>
    </w:p>
    <w:sectPr>
      <w:pgSz w:w="16840" w:h="11907" w:orient="landscape"/>
      <w:pgMar w:top="1440" w:right="1797" w:bottom="1134" w:left="1797" w:header="851" w:footer="992" w:gutter="0"/>
      <w:pgNumType w:fmt="numberInDash" w:start="17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1"/>
    <w:rsid w:val="000007C0"/>
    <w:rsid w:val="00000CA5"/>
    <w:rsid w:val="00002112"/>
    <w:rsid w:val="00002314"/>
    <w:rsid w:val="00005E8F"/>
    <w:rsid w:val="00014C4B"/>
    <w:rsid w:val="00015327"/>
    <w:rsid w:val="00017967"/>
    <w:rsid w:val="000179BD"/>
    <w:rsid w:val="000246BA"/>
    <w:rsid w:val="0002746E"/>
    <w:rsid w:val="00027F8B"/>
    <w:rsid w:val="000300E7"/>
    <w:rsid w:val="00033F82"/>
    <w:rsid w:val="000425CC"/>
    <w:rsid w:val="000449E5"/>
    <w:rsid w:val="00055C72"/>
    <w:rsid w:val="0006042F"/>
    <w:rsid w:val="000708D5"/>
    <w:rsid w:val="00073E60"/>
    <w:rsid w:val="00074699"/>
    <w:rsid w:val="000825DD"/>
    <w:rsid w:val="00093B5B"/>
    <w:rsid w:val="0009681E"/>
    <w:rsid w:val="000A1083"/>
    <w:rsid w:val="000A1125"/>
    <w:rsid w:val="000B084B"/>
    <w:rsid w:val="000B2526"/>
    <w:rsid w:val="000B38EF"/>
    <w:rsid w:val="000B42A9"/>
    <w:rsid w:val="000B4B10"/>
    <w:rsid w:val="000C4691"/>
    <w:rsid w:val="000D2DE9"/>
    <w:rsid w:val="000D402B"/>
    <w:rsid w:val="000E0791"/>
    <w:rsid w:val="000E0936"/>
    <w:rsid w:val="000E12A2"/>
    <w:rsid w:val="000E34F5"/>
    <w:rsid w:val="000E404D"/>
    <w:rsid w:val="000E6382"/>
    <w:rsid w:val="000E7911"/>
    <w:rsid w:val="000E79AB"/>
    <w:rsid w:val="000E7DBD"/>
    <w:rsid w:val="000F2346"/>
    <w:rsid w:val="000F435D"/>
    <w:rsid w:val="00101161"/>
    <w:rsid w:val="00101BE0"/>
    <w:rsid w:val="00102CD3"/>
    <w:rsid w:val="00107114"/>
    <w:rsid w:val="001077CA"/>
    <w:rsid w:val="001137AA"/>
    <w:rsid w:val="00115959"/>
    <w:rsid w:val="001160E6"/>
    <w:rsid w:val="00116D3B"/>
    <w:rsid w:val="001302BD"/>
    <w:rsid w:val="00131AF0"/>
    <w:rsid w:val="00132635"/>
    <w:rsid w:val="001330CD"/>
    <w:rsid w:val="001343C4"/>
    <w:rsid w:val="00137AE8"/>
    <w:rsid w:val="001407B6"/>
    <w:rsid w:val="00142178"/>
    <w:rsid w:val="00150000"/>
    <w:rsid w:val="00151903"/>
    <w:rsid w:val="00155EEA"/>
    <w:rsid w:val="0015751A"/>
    <w:rsid w:val="001576C8"/>
    <w:rsid w:val="00157FAE"/>
    <w:rsid w:val="00160F2F"/>
    <w:rsid w:val="001628C7"/>
    <w:rsid w:val="00164D54"/>
    <w:rsid w:val="001667D8"/>
    <w:rsid w:val="001719C1"/>
    <w:rsid w:val="00171FEF"/>
    <w:rsid w:val="001763F8"/>
    <w:rsid w:val="00176E5D"/>
    <w:rsid w:val="00185A63"/>
    <w:rsid w:val="0019240E"/>
    <w:rsid w:val="00192A6A"/>
    <w:rsid w:val="0019384E"/>
    <w:rsid w:val="001965EC"/>
    <w:rsid w:val="001967F1"/>
    <w:rsid w:val="001A553C"/>
    <w:rsid w:val="001A5D33"/>
    <w:rsid w:val="001A5F98"/>
    <w:rsid w:val="001A6683"/>
    <w:rsid w:val="001A6D0B"/>
    <w:rsid w:val="001B0BE0"/>
    <w:rsid w:val="001B10F7"/>
    <w:rsid w:val="001B18D2"/>
    <w:rsid w:val="001B2BF1"/>
    <w:rsid w:val="001B5FF0"/>
    <w:rsid w:val="001C5542"/>
    <w:rsid w:val="001D2817"/>
    <w:rsid w:val="001D5976"/>
    <w:rsid w:val="001E4735"/>
    <w:rsid w:val="001E4923"/>
    <w:rsid w:val="001E7FD1"/>
    <w:rsid w:val="001F0E48"/>
    <w:rsid w:val="001F33D1"/>
    <w:rsid w:val="001F62C6"/>
    <w:rsid w:val="001F74F5"/>
    <w:rsid w:val="001F7B45"/>
    <w:rsid w:val="00207247"/>
    <w:rsid w:val="00207444"/>
    <w:rsid w:val="00207677"/>
    <w:rsid w:val="00207EF0"/>
    <w:rsid w:val="00212A71"/>
    <w:rsid w:val="002153C1"/>
    <w:rsid w:val="00215D2B"/>
    <w:rsid w:val="00222A5B"/>
    <w:rsid w:val="00223846"/>
    <w:rsid w:val="00224CD5"/>
    <w:rsid w:val="0022581D"/>
    <w:rsid w:val="00226685"/>
    <w:rsid w:val="00226E5D"/>
    <w:rsid w:val="0023041D"/>
    <w:rsid w:val="00234C3A"/>
    <w:rsid w:val="00235D62"/>
    <w:rsid w:val="00237569"/>
    <w:rsid w:val="0024202A"/>
    <w:rsid w:val="00244EFB"/>
    <w:rsid w:val="002503E7"/>
    <w:rsid w:val="00252536"/>
    <w:rsid w:val="002554C2"/>
    <w:rsid w:val="0025597C"/>
    <w:rsid w:val="00263906"/>
    <w:rsid w:val="00271F9F"/>
    <w:rsid w:val="00277C71"/>
    <w:rsid w:val="00281952"/>
    <w:rsid w:val="00281E86"/>
    <w:rsid w:val="00281F0A"/>
    <w:rsid w:val="002846B0"/>
    <w:rsid w:val="00287672"/>
    <w:rsid w:val="00292A1D"/>
    <w:rsid w:val="002951DD"/>
    <w:rsid w:val="002A02BA"/>
    <w:rsid w:val="002A2FAF"/>
    <w:rsid w:val="002A509D"/>
    <w:rsid w:val="002A65F4"/>
    <w:rsid w:val="002B5B22"/>
    <w:rsid w:val="002B6D9F"/>
    <w:rsid w:val="002B773F"/>
    <w:rsid w:val="002C0DA2"/>
    <w:rsid w:val="002C0DBB"/>
    <w:rsid w:val="002C1ECB"/>
    <w:rsid w:val="002C2DB2"/>
    <w:rsid w:val="002D3957"/>
    <w:rsid w:val="002D4AF8"/>
    <w:rsid w:val="002D6195"/>
    <w:rsid w:val="002D66E8"/>
    <w:rsid w:val="002E74FD"/>
    <w:rsid w:val="002F476C"/>
    <w:rsid w:val="002F5AE9"/>
    <w:rsid w:val="002F77C3"/>
    <w:rsid w:val="00302E31"/>
    <w:rsid w:val="00305D0B"/>
    <w:rsid w:val="00310FC6"/>
    <w:rsid w:val="00312224"/>
    <w:rsid w:val="00315E78"/>
    <w:rsid w:val="0032025E"/>
    <w:rsid w:val="0032108F"/>
    <w:rsid w:val="00334718"/>
    <w:rsid w:val="0033478E"/>
    <w:rsid w:val="00334CC0"/>
    <w:rsid w:val="0034650C"/>
    <w:rsid w:val="00352B9D"/>
    <w:rsid w:val="00353CEC"/>
    <w:rsid w:val="0035677F"/>
    <w:rsid w:val="0036506D"/>
    <w:rsid w:val="003667F7"/>
    <w:rsid w:val="00373F04"/>
    <w:rsid w:val="00377855"/>
    <w:rsid w:val="00383246"/>
    <w:rsid w:val="0038418B"/>
    <w:rsid w:val="00384E23"/>
    <w:rsid w:val="00385256"/>
    <w:rsid w:val="003871F0"/>
    <w:rsid w:val="00387D97"/>
    <w:rsid w:val="0039131B"/>
    <w:rsid w:val="0039178F"/>
    <w:rsid w:val="00392E40"/>
    <w:rsid w:val="00393195"/>
    <w:rsid w:val="0039640E"/>
    <w:rsid w:val="00397DEA"/>
    <w:rsid w:val="003A242C"/>
    <w:rsid w:val="003A2C41"/>
    <w:rsid w:val="003A5042"/>
    <w:rsid w:val="003B092F"/>
    <w:rsid w:val="003B0BF3"/>
    <w:rsid w:val="003B194D"/>
    <w:rsid w:val="003B61BB"/>
    <w:rsid w:val="003B655D"/>
    <w:rsid w:val="003B7D58"/>
    <w:rsid w:val="003C0CED"/>
    <w:rsid w:val="003C5320"/>
    <w:rsid w:val="003D17B9"/>
    <w:rsid w:val="003D1FA5"/>
    <w:rsid w:val="003D2FE4"/>
    <w:rsid w:val="003D55C5"/>
    <w:rsid w:val="003D713A"/>
    <w:rsid w:val="003E2D19"/>
    <w:rsid w:val="003F32CC"/>
    <w:rsid w:val="003F796C"/>
    <w:rsid w:val="00401A7A"/>
    <w:rsid w:val="00402179"/>
    <w:rsid w:val="00413F6C"/>
    <w:rsid w:val="00415523"/>
    <w:rsid w:val="004157FD"/>
    <w:rsid w:val="00422655"/>
    <w:rsid w:val="004236AB"/>
    <w:rsid w:val="00423F95"/>
    <w:rsid w:val="00430EDC"/>
    <w:rsid w:val="00434127"/>
    <w:rsid w:val="004343D7"/>
    <w:rsid w:val="004352BD"/>
    <w:rsid w:val="004364C4"/>
    <w:rsid w:val="0043725D"/>
    <w:rsid w:val="00440CDF"/>
    <w:rsid w:val="0044138A"/>
    <w:rsid w:val="00442D58"/>
    <w:rsid w:val="00446B97"/>
    <w:rsid w:val="00452A4F"/>
    <w:rsid w:val="00453EC4"/>
    <w:rsid w:val="00455244"/>
    <w:rsid w:val="00461EE9"/>
    <w:rsid w:val="00462886"/>
    <w:rsid w:val="00462DCE"/>
    <w:rsid w:val="00463BF9"/>
    <w:rsid w:val="00466199"/>
    <w:rsid w:val="00466FAC"/>
    <w:rsid w:val="0047106B"/>
    <w:rsid w:val="004721CB"/>
    <w:rsid w:val="004744DF"/>
    <w:rsid w:val="00480012"/>
    <w:rsid w:val="00482EE8"/>
    <w:rsid w:val="00485858"/>
    <w:rsid w:val="004904CA"/>
    <w:rsid w:val="004976B6"/>
    <w:rsid w:val="004A059C"/>
    <w:rsid w:val="004A313B"/>
    <w:rsid w:val="004B1941"/>
    <w:rsid w:val="004B2B0F"/>
    <w:rsid w:val="004B583B"/>
    <w:rsid w:val="004C18FB"/>
    <w:rsid w:val="004C4E36"/>
    <w:rsid w:val="004D26C2"/>
    <w:rsid w:val="004F0DC3"/>
    <w:rsid w:val="004F1C6D"/>
    <w:rsid w:val="004F3ADA"/>
    <w:rsid w:val="00503E4A"/>
    <w:rsid w:val="00507C3D"/>
    <w:rsid w:val="00516AA1"/>
    <w:rsid w:val="005217B5"/>
    <w:rsid w:val="00522967"/>
    <w:rsid w:val="00522F57"/>
    <w:rsid w:val="00524B32"/>
    <w:rsid w:val="00531ECC"/>
    <w:rsid w:val="00540AF2"/>
    <w:rsid w:val="00543E78"/>
    <w:rsid w:val="00550530"/>
    <w:rsid w:val="005535A0"/>
    <w:rsid w:val="00554B62"/>
    <w:rsid w:val="005610CD"/>
    <w:rsid w:val="0056246B"/>
    <w:rsid w:val="00563780"/>
    <w:rsid w:val="005659CF"/>
    <w:rsid w:val="00565B55"/>
    <w:rsid w:val="005712F2"/>
    <w:rsid w:val="005728E0"/>
    <w:rsid w:val="00572A08"/>
    <w:rsid w:val="00573695"/>
    <w:rsid w:val="0057415F"/>
    <w:rsid w:val="00576160"/>
    <w:rsid w:val="0057680D"/>
    <w:rsid w:val="005779D4"/>
    <w:rsid w:val="00582927"/>
    <w:rsid w:val="0058312C"/>
    <w:rsid w:val="00584671"/>
    <w:rsid w:val="0058485B"/>
    <w:rsid w:val="00584E97"/>
    <w:rsid w:val="00593CEA"/>
    <w:rsid w:val="00595C7D"/>
    <w:rsid w:val="005A37E1"/>
    <w:rsid w:val="005A3F1D"/>
    <w:rsid w:val="005A5713"/>
    <w:rsid w:val="005B3C96"/>
    <w:rsid w:val="005C0D0D"/>
    <w:rsid w:val="005C3C29"/>
    <w:rsid w:val="005C4473"/>
    <w:rsid w:val="005C4EB0"/>
    <w:rsid w:val="005D33D7"/>
    <w:rsid w:val="005E49B5"/>
    <w:rsid w:val="005E5EC0"/>
    <w:rsid w:val="005E78A1"/>
    <w:rsid w:val="005F7E20"/>
    <w:rsid w:val="00600DBC"/>
    <w:rsid w:val="00601786"/>
    <w:rsid w:val="00612B25"/>
    <w:rsid w:val="006170FE"/>
    <w:rsid w:val="006221F7"/>
    <w:rsid w:val="00626C31"/>
    <w:rsid w:val="00631795"/>
    <w:rsid w:val="00632ED4"/>
    <w:rsid w:val="0063526A"/>
    <w:rsid w:val="006378F6"/>
    <w:rsid w:val="006425E9"/>
    <w:rsid w:val="00643011"/>
    <w:rsid w:val="00651B39"/>
    <w:rsid w:val="00651FD4"/>
    <w:rsid w:val="00656FB9"/>
    <w:rsid w:val="0065745B"/>
    <w:rsid w:val="00657927"/>
    <w:rsid w:val="006605F7"/>
    <w:rsid w:val="006607C8"/>
    <w:rsid w:val="00660939"/>
    <w:rsid w:val="00662F63"/>
    <w:rsid w:val="006703F4"/>
    <w:rsid w:val="00696D74"/>
    <w:rsid w:val="00697821"/>
    <w:rsid w:val="006A0197"/>
    <w:rsid w:val="006A04B3"/>
    <w:rsid w:val="006A0A1B"/>
    <w:rsid w:val="006A2782"/>
    <w:rsid w:val="006A4F7E"/>
    <w:rsid w:val="006A722E"/>
    <w:rsid w:val="006A749D"/>
    <w:rsid w:val="006B341B"/>
    <w:rsid w:val="006B3544"/>
    <w:rsid w:val="006B52B9"/>
    <w:rsid w:val="006B748F"/>
    <w:rsid w:val="006B7F86"/>
    <w:rsid w:val="006C09A5"/>
    <w:rsid w:val="006C5C69"/>
    <w:rsid w:val="006D43CD"/>
    <w:rsid w:val="006D58D5"/>
    <w:rsid w:val="006E0990"/>
    <w:rsid w:val="006E4E62"/>
    <w:rsid w:val="006E6185"/>
    <w:rsid w:val="006F5C59"/>
    <w:rsid w:val="006F7E63"/>
    <w:rsid w:val="00703605"/>
    <w:rsid w:val="00707E04"/>
    <w:rsid w:val="00712D89"/>
    <w:rsid w:val="00713938"/>
    <w:rsid w:val="0071587A"/>
    <w:rsid w:val="00717CEA"/>
    <w:rsid w:val="007220DB"/>
    <w:rsid w:val="00723D8D"/>
    <w:rsid w:val="00725D34"/>
    <w:rsid w:val="007300D1"/>
    <w:rsid w:val="00735CF0"/>
    <w:rsid w:val="00735F36"/>
    <w:rsid w:val="007422AC"/>
    <w:rsid w:val="00744C71"/>
    <w:rsid w:val="00745CF5"/>
    <w:rsid w:val="00745E76"/>
    <w:rsid w:val="00747DE7"/>
    <w:rsid w:val="007507FE"/>
    <w:rsid w:val="00753B1E"/>
    <w:rsid w:val="0075457D"/>
    <w:rsid w:val="00756393"/>
    <w:rsid w:val="00756FCC"/>
    <w:rsid w:val="007618E2"/>
    <w:rsid w:val="0076197D"/>
    <w:rsid w:val="00771354"/>
    <w:rsid w:val="00771D75"/>
    <w:rsid w:val="00781FD6"/>
    <w:rsid w:val="00784EBC"/>
    <w:rsid w:val="00786E91"/>
    <w:rsid w:val="00786F77"/>
    <w:rsid w:val="007927B9"/>
    <w:rsid w:val="00792D23"/>
    <w:rsid w:val="00797033"/>
    <w:rsid w:val="00797703"/>
    <w:rsid w:val="00797F6B"/>
    <w:rsid w:val="007A621B"/>
    <w:rsid w:val="007A641C"/>
    <w:rsid w:val="007A6CA5"/>
    <w:rsid w:val="007B35E7"/>
    <w:rsid w:val="007B57F1"/>
    <w:rsid w:val="007B6D3D"/>
    <w:rsid w:val="007C05F9"/>
    <w:rsid w:val="007C2162"/>
    <w:rsid w:val="007C38E2"/>
    <w:rsid w:val="007D084E"/>
    <w:rsid w:val="007D2A4E"/>
    <w:rsid w:val="007D3BC8"/>
    <w:rsid w:val="007E0673"/>
    <w:rsid w:val="007E1391"/>
    <w:rsid w:val="007E18A2"/>
    <w:rsid w:val="007E2AEB"/>
    <w:rsid w:val="007E31F9"/>
    <w:rsid w:val="007E3505"/>
    <w:rsid w:val="007E61B7"/>
    <w:rsid w:val="007F2324"/>
    <w:rsid w:val="007F5B05"/>
    <w:rsid w:val="0080019B"/>
    <w:rsid w:val="00800862"/>
    <w:rsid w:val="008030FD"/>
    <w:rsid w:val="0080343F"/>
    <w:rsid w:val="00804E37"/>
    <w:rsid w:val="0080569E"/>
    <w:rsid w:val="00805D94"/>
    <w:rsid w:val="00813956"/>
    <w:rsid w:val="00820231"/>
    <w:rsid w:val="008248F8"/>
    <w:rsid w:val="00824CBC"/>
    <w:rsid w:val="00827369"/>
    <w:rsid w:val="00831A98"/>
    <w:rsid w:val="008336B4"/>
    <w:rsid w:val="00837832"/>
    <w:rsid w:val="00837CB2"/>
    <w:rsid w:val="00844441"/>
    <w:rsid w:val="00845A56"/>
    <w:rsid w:val="00847C38"/>
    <w:rsid w:val="00847D54"/>
    <w:rsid w:val="008500FC"/>
    <w:rsid w:val="0085523F"/>
    <w:rsid w:val="00855967"/>
    <w:rsid w:val="008610F9"/>
    <w:rsid w:val="00862545"/>
    <w:rsid w:val="00862760"/>
    <w:rsid w:val="008723A0"/>
    <w:rsid w:val="00887032"/>
    <w:rsid w:val="008906BE"/>
    <w:rsid w:val="008A33A5"/>
    <w:rsid w:val="008A40B0"/>
    <w:rsid w:val="008A46CE"/>
    <w:rsid w:val="008A4A19"/>
    <w:rsid w:val="008A4DB2"/>
    <w:rsid w:val="008A61FD"/>
    <w:rsid w:val="008B39CD"/>
    <w:rsid w:val="008B65DA"/>
    <w:rsid w:val="008C02B9"/>
    <w:rsid w:val="008C2F0B"/>
    <w:rsid w:val="008C3563"/>
    <w:rsid w:val="008C38AF"/>
    <w:rsid w:val="008C5E6F"/>
    <w:rsid w:val="008D30CF"/>
    <w:rsid w:val="008D3C48"/>
    <w:rsid w:val="008D63EE"/>
    <w:rsid w:val="008D6570"/>
    <w:rsid w:val="008D7A78"/>
    <w:rsid w:val="008D7CED"/>
    <w:rsid w:val="008E2800"/>
    <w:rsid w:val="008F1B67"/>
    <w:rsid w:val="008F4069"/>
    <w:rsid w:val="008F583B"/>
    <w:rsid w:val="009027C6"/>
    <w:rsid w:val="00912D9C"/>
    <w:rsid w:val="00915B3B"/>
    <w:rsid w:val="009212BA"/>
    <w:rsid w:val="00921815"/>
    <w:rsid w:val="0092193E"/>
    <w:rsid w:val="009220E5"/>
    <w:rsid w:val="009249BA"/>
    <w:rsid w:val="009259C4"/>
    <w:rsid w:val="00932AB8"/>
    <w:rsid w:val="00933925"/>
    <w:rsid w:val="00933CCF"/>
    <w:rsid w:val="00942325"/>
    <w:rsid w:val="009441B0"/>
    <w:rsid w:val="0094705D"/>
    <w:rsid w:val="00950911"/>
    <w:rsid w:val="009559F0"/>
    <w:rsid w:val="00957B95"/>
    <w:rsid w:val="00964E3A"/>
    <w:rsid w:val="009653EB"/>
    <w:rsid w:val="00965F82"/>
    <w:rsid w:val="00966EE9"/>
    <w:rsid w:val="00981ED3"/>
    <w:rsid w:val="00984B52"/>
    <w:rsid w:val="00986292"/>
    <w:rsid w:val="00992236"/>
    <w:rsid w:val="00992568"/>
    <w:rsid w:val="00992F58"/>
    <w:rsid w:val="00995918"/>
    <w:rsid w:val="0099664E"/>
    <w:rsid w:val="009A1D00"/>
    <w:rsid w:val="009A288A"/>
    <w:rsid w:val="009A41AF"/>
    <w:rsid w:val="009A59D4"/>
    <w:rsid w:val="009A6EE6"/>
    <w:rsid w:val="009B1FFB"/>
    <w:rsid w:val="009B45AC"/>
    <w:rsid w:val="009C2ED1"/>
    <w:rsid w:val="009C3090"/>
    <w:rsid w:val="009C72A3"/>
    <w:rsid w:val="009D2B19"/>
    <w:rsid w:val="009E185C"/>
    <w:rsid w:val="009E32EC"/>
    <w:rsid w:val="009E4333"/>
    <w:rsid w:val="009F7230"/>
    <w:rsid w:val="00A048B2"/>
    <w:rsid w:val="00A11E85"/>
    <w:rsid w:val="00A17995"/>
    <w:rsid w:val="00A17A6D"/>
    <w:rsid w:val="00A22328"/>
    <w:rsid w:val="00A31179"/>
    <w:rsid w:val="00A323A6"/>
    <w:rsid w:val="00A331DB"/>
    <w:rsid w:val="00A43735"/>
    <w:rsid w:val="00A44AAB"/>
    <w:rsid w:val="00A47DFB"/>
    <w:rsid w:val="00A51ACD"/>
    <w:rsid w:val="00A5271B"/>
    <w:rsid w:val="00A562ED"/>
    <w:rsid w:val="00A567D9"/>
    <w:rsid w:val="00A60AB9"/>
    <w:rsid w:val="00A6165E"/>
    <w:rsid w:val="00A61A06"/>
    <w:rsid w:val="00A62ECE"/>
    <w:rsid w:val="00A66D19"/>
    <w:rsid w:val="00A6759F"/>
    <w:rsid w:val="00A67BF0"/>
    <w:rsid w:val="00A67C81"/>
    <w:rsid w:val="00A7530E"/>
    <w:rsid w:val="00A80A9E"/>
    <w:rsid w:val="00A816BC"/>
    <w:rsid w:val="00A84592"/>
    <w:rsid w:val="00A867DC"/>
    <w:rsid w:val="00A97128"/>
    <w:rsid w:val="00AA01E8"/>
    <w:rsid w:val="00AA1845"/>
    <w:rsid w:val="00AA3CB5"/>
    <w:rsid w:val="00AA6CD6"/>
    <w:rsid w:val="00AA6D47"/>
    <w:rsid w:val="00AA7356"/>
    <w:rsid w:val="00AB5EE3"/>
    <w:rsid w:val="00AC1D78"/>
    <w:rsid w:val="00AC2988"/>
    <w:rsid w:val="00AC63D9"/>
    <w:rsid w:val="00AD13E4"/>
    <w:rsid w:val="00AD1E8A"/>
    <w:rsid w:val="00AD3971"/>
    <w:rsid w:val="00AD77B6"/>
    <w:rsid w:val="00AE5369"/>
    <w:rsid w:val="00AF51CC"/>
    <w:rsid w:val="00AF7199"/>
    <w:rsid w:val="00AF74F7"/>
    <w:rsid w:val="00B0117C"/>
    <w:rsid w:val="00B01489"/>
    <w:rsid w:val="00B032E0"/>
    <w:rsid w:val="00B05866"/>
    <w:rsid w:val="00B068ED"/>
    <w:rsid w:val="00B07F37"/>
    <w:rsid w:val="00B20511"/>
    <w:rsid w:val="00B21165"/>
    <w:rsid w:val="00B21A60"/>
    <w:rsid w:val="00B23930"/>
    <w:rsid w:val="00B25273"/>
    <w:rsid w:val="00B26F10"/>
    <w:rsid w:val="00B30C5F"/>
    <w:rsid w:val="00B3145B"/>
    <w:rsid w:val="00B37DE2"/>
    <w:rsid w:val="00B51022"/>
    <w:rsid w:val="00B52C35"/>
    <w:rsid w:val="00B63253"/>
    <w:rsid w:val="00B711AE"/>
    <w:rsid w:val="00B748AA"/>
    <w:rsid w:val="00B74D37"/>
    <w:rsid w:val="00B90EDD"/>
    <w:rsid w:val="00B93D51"/>
    <w:rsid w:val="00BB24EB"/>
    <w:rsid w:val="00BB25CA"/>
    <w:rsid w:val="00BB32D2"/>
    <w:rsid w:val="00BB4733"/>
    <w:rsid w:val="00BC1B86"/>
    <w:rsid w:val="00BC3539"/>
    <w:rsid w:val="00BC64FB"/>
    <w:rsid w:val="00BD00B6"/>
    <w:rsid w:val="00BD539C"/>
    <w:rsid w:val="00BE317C"/>
    <w:rsid w:val="00BE348F"/>
    <w:rsid w:val="00BE377B"/>
    <w:rsid w:val="00BE5FFE"/>
    <w:rsid w:val="00BF21C9"/>
    <w:rsid w:val="00BF2250"/>
    <w:rsid w:val="00BF36D9"/>
    <w:rsid w:val="00BF45C4"/>
    <w:rsid w:val="00BF479A"/>
    <w:rsid w:val="00C0273C"/>
    <w:rsid w:val="00C16307"/>
    <w:rsid w:val="00C1765C"/>
    <w:rsid w:val="00C24555"/>
    <w:rsid w:val="00C264B1"/>
    <w:rsid w:val="00C31960"/>
    <w:rsid w:val="00C34506"/>
    <w:rsid w:val="00C3728A"/>
    <w:rsid w:val="00C409FC"/>
    <w:rsid w:val="00C4546B"/>
    <w:rsid w:val="00C47C68"/>
    <w:rsid w:val="00C51427"/>
    <w:rsid w:val="00C56767"/>
    <w:rsid w:val="00C64F87"/>
    <w:rsid w:val="00C65D05"/>
    <w:rsid w:val="00C700DF"/>
    <w:rsid w:val="00C72E6A"/>
    <w:rsid w:val="00C80F4A"/>
    <w:rsid w:val="00C863A3"/>
    <w:rsid w:val="00C87195"/>
    <w:rsid w:val="00C9343A"/>
    <w:rsid w:val="00C9432B"/>
    <w:rsid w:val="00C94929"/>
    <w:rsid w:val="00C94A4E"/>
    <w:rsid w:val="00C956E5"/>
    <w:rsid w:val="00C959A5"/>
    <w:rsid w:val="00C96C24"/>
    <w:rsid w:val="00C9739A"/>
    <w:rsid w:val="00CA5502"/>
    <w:rsid w:val="00CB4AAC"/>
    <w:rsid w:val="00CB5154"/>
    <w:rsid w:val="00CC028A"/>
    <w:rsid w:val="00CC25A3"/>
    <w:rsid w:val="00CC354E"/>
    <w:rsid w:val="00CC64B4"/>
    <w:rsid w:val="00CD579D"/>
    <w:rsid w:val="00CE194B"/>
    <w:rsid w:val="00CE6EB4"/>
    <w:rsid w:val="00CF0C6C"/>
    <w:rsid w:val="00CF1F13"/>
    <w:rsid w:val="00CF5F5C"/>
    <w:rsid w:val="00CF5F77"/>
    <w:rsid w:val="00CF6C22"/>
    <w:rsid w:val="00D0186B"/>
    <w:rsid w:val="00D0294D"/>
    <w:rsid w:val="00D05D1D"/>
    <w:rsid w:val="00D07250"/>
    <w:rsid w:val="00D12501"/>
    <w:rsid w:val="00D20FE7"/>
    <w:rsid w:val="00D22583"/>
    <w:rsid w:val="00D33AC3"/>
    <w:rsid w:val="00D35245"/>
    <w:rsid w:val="00D35A86"/>
    <w:rsid w:val="00D40176"/>
    <w:rsid w:val="00D45EEA"/>
    <w:rsid w:val="00D52AC8"/>
    <w:rsid w:val="00D52FA6"/>
    <w:rsid w:val="00D551A8"/>
    <w:rsid w:val="00D55605"/>
    <w:rsid w:val="00D67013"/>
    <w:rsid w:val="00D703B6"/>
    <w:rsid w:val="00D73484"/>
    <w:rsid w:val="00D7693A"/>
    <w:rsid w:val="00D81419"/>
    <w:rsid w:val="00D81EC7"/>
    <w:rsid w:val="00D85B48"/>
    <w:rsid w:val="00D91872"/>
    <w:rsid w:val="00D91B8B"/>
    <w:rsid w:val="00D94638"/>
    <w:rsid w:val="00D977E5"/>
    <w:rsid w:val="00D97D9E"/>
    <w:rsid w:val="00DA0493"/>
    <w:rsid w:val="00DA0B98"/>
    <w:rsid w:val="00DA21F4"/>
    <w:rsid w:val="00DA65C1"/>
    <w:rsid w:val="00DA77B0"/>
    <w:rsid w:val="00DB2C74"/>
    <w:rsid w:val="00DB44E6"/>
    <w:rsid w:val="00DC2AD0"/>
    <w:rsid w:val="00DC3006"/>
    <w:rsid w:val="00DC76BB"/>
    <w:rsid w:val="00DD141C"/>
    <w:rsid w:val="00DD307B"/>
    <w:rsid w:val="00DD4046"/>
    <w:rsid w:val="00DD456B"/>
    <w:rsid w:val="00DD5BD0"/>
    <w:rsid w:val="00DF445E"/>
    <w:rsid w:val="00DF6682"/>
    <w:rsid w:val="00E00607"/>
    <w:rsid w:val="00E01150"/>
    <w:rsid w:val="00E036F6"/>
    <w:rsid w:val="00E071AA"/>
    <w:rsid w:val="00E07C36"/>
    <w:rsid w:val="00E12B08"/>
    <w:rsid w:val="00E149D7"/>
    <w:rsid w:val="00E14DC0"/>
    <w:rsid w:val="00E16C43"/>
    <w:rsid w:val="00E16CA7"/>
    <w:rsid w:val="00E20F01"/>
    <w:rsid w:val="00E26A19"/>
    <w:rsid w:val="00E324E5"/>
    <w:rsid w:val="00E40D88"/>
    <w:rsid w:val="00E42ABC"/>
    <w:rsid w:val="00E5217D"/>
    <w:rsid w:val="00E553A3"/>
    <w:rsid w:val="00E57554"/>
    <w:rsid w:val="00E61019"/>
    <w:rsid w:val="00E61DFA"/>
    <w:rsid w:val="00E635DF"/>
    <w:rsid w:val="00E6796F"/>
    <w:rsid w:val="00E83E35"/>
    <w:rsid w:val="00E843F1"/>
    <w:rsid w:val="00E854BA"/>
    <w:rsid w:val="00E9288B"/>
    <w:rsid w:val="00E943F4"/>
    <w:rsid w:val="00E97C8B"/>
    <w:rsid w:val="00EB0479"/>
    <w:rsid w:val="00EB5860"/>
    <w:rsid w:val="00EC38ED"/>
    <w:rsid w:val="00EC5505"/>
    <w:rsid w:val="00ED3F83"/>
    <w:rsid w:val="00ED50F4"/>
    <w:rsid w:val="00ED7AE3"/>
    <w:rsid w:val="00EE3198"/>
    <w:rsid w:val="00EF0398"/>
    <w:rsid w:val="00EF3C18"/>
    <w:rsid w:val="00EF7604"/>
    <w:rsid w:val="00F00463"/>
    <w:rsid w:val="00F00982"/>
    <w:rsid w:val="00F02FBC"/>
    <w:rsid w:val="00F03D6D"/>
    <w:rsid w:val="00F1053B"/>
    <w:rsid w:val="00F1115F"/>
    <w:rsid w:val="00F14A84"/>
    <w:rsid w:val="00F16104"/>
    <w:rsid w:val="00F17762"/>
    <w:rsid w:val="00F224D7"/>
    <w:rsid w:val="00F2337C"/>
    <w:rsid w:val="00F31A2F"/>
    <w:rsid w:val="00F36AA7"/>
    <w:rsid w:val="00F401F0"/>
    <w:rsid w:val="00F4088E"/>
    <w:rsid w:val="00F439BC"/>
    <w:rsid w:val="00F5013B"/>
    <w:rsid w:val="00F537A6"/>
    <w:rsid w:val="00F54C92"/>
    <w:rsid w:val="00F54D7A"/>
    <w:rsid w:val="00F550B4"/>
    <w:rsid w:val="00F56C64"/>
    <w:rsid w:val="00F64DD4"/>
    <w:rsid w:val="00F64F5D"/>
    <w:rsid w:val="00F65A96"/>
    <w:rsid w:val="00F67366"/>
    <w:rsid w:val="00F722B5"/>
    <w:rsid w:val="00F74226"/>
    <w:rsid w:val="00F85876"/>
    <w:rsid w:val="00F90281"/>
    <w:rsid w:val="00F90D02"/>
    <w:rsid w:val="00F91EDE"/>
    <w:rsid w:val="00F92BED"/>
    <w:rsid w:val="00F92C83"/>
    <w:rsid w:val="00FA1558"/>
    <w:rsid w:val="00FA4BAA"/>
    <w:rsid w:val="00FB0A9A"/>
    <w:rsid w:val="00FB0C5F"/>
    <w:rsid w:val="00FB302B"/>
    <w:rsid w:val="00FB4A8C"/>
    <w:rsid w:val="00FB56B1"/>
    <w:rsid w:val="00FC7C4F"/>
    <w:rsid w:val="00FD0B68"/>
    <w:rsid w:val="00FD1744"/>
    <w:rsid w:val="00FD491A"/>
    <w:rsid w:val="00FD7538"/>
    <w:rsid w:val="00FE22DE"/>
    <w:rsid w:val="00FF0604"/>
    <w:rsid w:val="00FF2C19"/>
    <w:rsid w:val="00FF51C4"/>
    <w:rsid w:val="00FF5D52"/>
    <w:rsid w:val="018F3D9A"/>
    <w:rsid w:val="037D26A9"/>
    <w:rsid w:val="05F40B89"/>
    <w:rsid w:val="0CC126CE"/>
    <w:rsid w:val="18801A72"/>
    <w:rsid w:val="1E962C1F"/>
    <w:rsid w:val="1F3E4D21"/>
    <w:rsid w:val="325D60CE"/>
    <w:rsid w:val="34222968"/>
    <w:rsid w:val="34AC0937"/>
    <w:rsid w:val="3DC27068"/>
    <w:rsid w:val="3F495213"/>
    <w:rsid w:val="43846ABD"/>
    <w:rsid w:val="4FF9431C"/>
    <w:rsid w:val="52B476DE"/>
    <w:rsid w:val="5DA40A51"/>
    <w:rsid w:val="628A3274"/>
    <w:rsid w:val="6E0E1C74"/>
    <w:rsid w:val="76E973F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宋体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</w:style>
  <w:style w:type="character" w:customStyle="1" w:styleId="9">
    <w:name w:val="Plain Text Char"/>
    <w:basedOn w:val="6"/>
    <w:link w:val="2"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0">
    <w:name w:val="Footer Char"/>
    <w:basedOn w:val="6"/>
    <w:link w:val="4"/>
    <w:locked/>
    <w:uiPriority w:val="99"/>
    <w:rPr>
      <w:sz w:val="18"/>
      <w:szCs w:val="18"/>
    </w:rPr>
  </w:style>
  <w:style w:type="character" w:customStyle="1" w:styleId="11">
    <w:name w:val="Header Char"/>
    <w:basedOn w:val="6"/>
    <w:link w:val="5"/>
    <w:semiHidden/>
    <w:qFormat/>
    <w:locked/>
    <w:uiPriority w:val="99"/>
    <w:rPr>
      <w:sz w:val="18"/>
      <w:szCs w:val="18"/>
    </w:rPr>
  </w:style>
  <w:style w:type="paragraph" w:customStyle="1" w:styleId="12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3">
    <w:name w:val="Balloon Text Char"/>
    <w:basedOn w:val="6"/>
    <w:link w:val="3"/>
    <w:semiHidden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Hewlett-Packard Company</Company>
  <Pages>1</Pages>
  <Words>85</Words>
  <Characters>489</Characters>
  <Lines>0</Lines>
  <Paragraphs>0</Paragraphs>
  <TotalTime>0</TotalTime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2016-09-09T01:06:00Z</dcterms:created>
  <dc:creator>jiij</dc:creator>
  <cp:lastModifiedBy>Administrator</cp:lastModifiedBy>
  <dcterms:modified xsi:type="dcterms:W3CDTF">2016-11-03T00:51:11Z</dcterms:modified>
  <cp:revision>680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